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970" w:rsidRPr="00DA1D48" w:rsidRDefault="00AA7970" w:rsidP="008F61B3">
      <w:pPr>
        <w:jc w:val="center"/>
        <w:rPr>
          <w:rFonts w:ascii="仿宋_GB2312" w:eastAsia="仿宋_GB2312" w:cs="Times New Roman"/>
          <w:b/>
          <w:bCs/>
          <w:sz w:val="44"/>
          <w:szCs w:val="44"/>
        </w:rPr>
      </w:pPr>
      <w:r w:rsidRPr="00DA1D48">
        <w:rPr>
          <w:rFonts w:ascii="仿宋_GB2312" w:eastAsia="仿宋_GB2312" w:cs="仿宋_GB2312" w:hint="eastAsia"/>
          <w:b/>
          <w:bCs/>
          <w:sz w:val="44"/>
          <w:szCs w:val="44"/>
        </w:rPr>
        <w:t>中学德育主任联系表（</w:t>
      </w:r>
      <w:r w:rsidRPr="00DA1D48">
        <w:rPr>
          <w:rFonts w:ascii="仿宋_GB2312" w:eastAsia="仿宋_GB2312" w:cs="仿宋_GB2312"/>
          <w:b/>
          <w:bCs/>
          <w:sz w:val="44"/>
          <w:szCs w:val="44"/>
        </w:rPr>
        <w:t>2016.12</w:t>
      </w:r>
      <w:r w:rsidRPr="00DA1D48">
        <w:rPr>
          <w:rFonts w:ascii="仿宋_GB2312" w:eastAsia="仿宋_GB2312" w:cs="仿宋_GB2312" w:hint="eastAsia"/>
          <w:b/>
          <w:bCs/>
          <w:sz w:val="44"/>
          <w:szCs w:val="44"/>
        </w:rPr>
        <w:t>）</w:t>
      </w:r>
    </w:p>
    <w:tbl>
      <w:tblPr>
        <w:tblpPr w:leftFromText="180" w:rightFromText="180" w:vertAnchor="page" w:horzAnchor="margin" w:tblpY="28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4"/>
        <w:gridCol w:w="2003"/>
        <w:gridCol w:w="1985"/>
        <w:gridCol w:w="2238"/>
      </w:tblGrid>
      <w:tr w:rsidR="00AA7970" w:rsidRPr="00F65449">
        <w:tc>
          <w:tcPr>
            <w:tcW w:w="2074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学校</w:t>
            </w:r>
          </w:p>
        </w:tc>
        <w:tc>
          <w:tcPr>
            <w:tcW w:w="2003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班级数</w:t>
            </w:r>
          </w:p>
        </w:tc>
        <w:tc>
          <w:tcPr>
            <w:tcW w:w="2238" w:type="dxa"/>
          </w:tcPr>
          <w:p w:rsidR="00AA7970" w:rsidRPr="00F65449" w:rsidRDefault="00AA7970" w:rsidP="00F65449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AA7970" w:rsidRPr="00F65449">
        <w:tc>
          <w:tcPr>
            <w:tcW w:w="2074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德育主任</w:t>
            </w:r>
          </w:p>
        </w:tc>
        <w:tc>
          <w:tcPr>
            <w:tcW w:w="2003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办公室电话</w:t>
            </w:r>
          </w:p>
        </w:tc>
        <w:tc>
          <w:tcPr>
            <w:tcW w:w="2238" w:type="dxa"/>
          </w:tcPr>
          <w:p w:rsidR="00AA7970" w:rsidRPr="00F65449" w:rsidRDefault="00AA7970" w:rsidP="00F65449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AA7970" w:rsidRPr="00F65449">
        <w:tc>
          <w:tcPr>
            <w:tcW w:w="2074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2003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邮箱地址</w:t>
            </w:r>
          </w:p>
        </w:tc>
        <w:tc>
          <w:tcPr>
            <w:tcW w:w="2238" w:type="dxa"/>
          </w:tcPr>
          <w:p w:rsidR="00AA7970" w:rsidRPr="00F65449" w:rsidRDefault="00AA7970" w:rsidP="00F65449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AA7970" w:rsidRPr="00F65449">
        <w:tc>
          <w:tcPr>
            <w:tcW w:w="2074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分管领导</w:t>
            </w:r>
          </w:p>
        </w:tc>
        <w:tc>
          <w:tcPr>
            <w:tcW w:w="2003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办公室电话</w:t>
            </w:r>
          </w:p>
        </w:tc>
        <w:tc>
          <w:tcPr>
            <w:tcW w:w="2238" w:type="dxa"/>
          </w:tcPr>
          <w:p w:rsidR="00AA7970" w:rsidRPr="00F65449" w:rsidRDefault="00AA7970" w:rsidP="00F65449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AA7970" w:rsidRPr="00F65449">
        <w:tc>
          <w:tcPr>
            <w:tcW w:w="2074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F65449">
              <w:rPr>
                <w:rFonts w:ascii="仿宋_GB2312" w:eastAsia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2003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A7970" w:rsidRPr="00F65449" w:rsidRDefault="00AA7970" w:rsidP="00F65449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AA7970" w:rsidRPr="00F65449" w:rsidRDefault="00AA7970" w:rsidP="00F65449">
            <w:pPr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</w:tbl>
    <w:p w:rsidR="00AA7970" w:rsidRPr="00DA1D48" w:rsidRDefault="00AA7970">
      <w:pPr>
        <w:rPr>
          <w:rFonts w:ascii="仿宋_GB2312" w:eastAsia="仿宋_GB2312" w:cs="Times New Roman"/>
        </w:rPr>
      </w:pPr>
    </w:p>
    <w:p w:rsidR="00AA7970" w:rsidRPr="00DA1D48" w:rsidRDefault="00AA7970">
      <w:pPr>
        <w:rPr>
          <w:rFonts w:ascii="仿宋_GB2312" w:eastAsia="仿宋_GB2312" w:cs="Times New Roman"/>
        </w:rPr>
      </w:pPr>
    </w:p>
    <w:p w:rsidR="00AA7970" w:rsidRDefault="00AA7970">
      <w:pPr>
        <w:rPr>
          <w:rFonts w:ascii="仿宋_GB2312" w:eastAsia="仿宋_GB2312" w:cs="Times New Roman"/>
        </w:rPr>
      </w:pPr>
    </w:p>
    <w:p w:rsidR="00AA7970" w:rsidRDefault="00AA7970">
      <w:pPr>
        <w:rPr>
          <w:rFonts w:ascii="仿宋_GB2312" w:eastAsia="仿宋_GB2312" w:cs="Times New Roman"/>
        </w:rPr>
      </w:pPr>
    </w:p>
    <w:p w:rsidR="00AA7970" w:rsidRPr="00E444A2" w:rsidRDefault="00AA7970">
      <w:pPr>
        <w:rPr>
          <w:rFonts w:ascii="仿宋_GB2312" w:eastAsia="仿宋_GB2312" w:cs="Times New Roman"/>
          <w:sz w:val="24"/>
          <w:szCs w:val="24"/>
        </w:rPr>
      </w:pPr>
      <w:r w:rsidRPr="00E444A2">
        <w:rPr>
          <w:rFonts w:ascii="仿宋_GB2312" w:eastAsia="仿宋_GB2312" w:cs="仿宋_GB2312" w:hint="eastAsia"/>
          <w:sz w:val="24"/>
          <w:szCs w:val="24"/>
        </w:rPr>
        <w:t>注：请于</w:t>
      </w:r>
      <w:r w:rsidRPr="00E444A2">
        <w:rPr>
          <w:rFonts w:ascii="仿宋_GB2312" w:eastAsia="仿宋_GB2312" w:cs="仿宋_GB2312"/>
          <w:sz w:val="24"/>
          <w:szCs w:val="24"/>
        </w:rPr>
        <w:t>12</w:t>
      </w:r>
      <w:r w:rsidRPr="00E444A2">
        <w:rPr>
          <w:rFonts w:ascii="仿宋_GB2312" w:eastAsia="仿宋_GB2312" w:cs="仿宋_GB2312" w:hint="eastAsia"/>
          <w:sz w:val="24"/>
          <w:szCs w:val="24"/>
        </w:rPr>
        <w:t>月</w:t>
      </w:r>
      <w:r w:rsidRPr="00E444A2">
        <w:rPr>
          <w:rFonts w:ascii="仿宋_GB2312" w:eastAsia="仿宋_GB2312" w:cs="仿宋_GB2312"/>
          <w:sz w:val="24"/>
          <w:szCs w:val="24"/>
        </w:rPr>
        <w:t>6</w:t>
      </w:r>
      <w:bookmarkStart w:id="0" w:name="_GoBack"/>
      <w:bookmarkEnd w:id="0"/>
      <w:r w:rsidRPr="00E444A2">
        <w:rPr>
          <w:rFonts w:ascii="仿宋_GB2312" w:eastAsia="仿宋_GB2312" w:cs="仿宋_GB2312" w:hint="eastAsia"/>
          <w:sz w:val="24"/>
          <w:szCs w:val="24"/>
        </w:rPr>
        <w:t>日前发到邮箱：</w:t>
      </w:r>
      <w:hyperlink r:id="rId6" w:history="1">
        <w:r w:rsidRPr="00E444A2">
          <w:rPr>
            <w:rStyle w:val="Hyperlink"/>
            <w:rFonts w:ascii="仿宋_GB2312" w:eastAsia="仿宋_GB2312" w:cs="仿宋_GB2312"/>
            <w:sz w:val="24"/>
            <w:szCs w:val="24"/>
          </w:rPr>
          <w:t>yijiaoke2@163.com</w:t>
        </w:r>
      </w:hyperlink>
      <w:r w:rsidRPr="00E444A2">
        <w:rPr>
          <w:rFonts w:ascii="仿宋_GB2312" w:eastAsia="仿宋_GB2312" w:cs="仿宋_GB2312"/>
          <w:sz w:val="24"/>
          <w:szCs w:val="24"/>
        </w:rPr>
        <w:t xml:space="preserve">. </w:t>
      </w:r>
      <w:r w:rsidRPr="00E444A2">
        <w:rPr>
          <w:rFonts w:ascii="仿宋_GB2312" w:eastAsia="仿宋_GB2312" w:cs="仿宋_GB2312" w:hint="eastAsia"/>
          <w:sz w:val="24"/>
          <w:szCs w:val="24"/>
        </w:rPr>
        <w:t>文件名：学校</w:t>
      </w:r>
      <w:r w:rsidRPr="00E444A2">
        <w:rPr>
          <w:rFonts w:ascii="仿宋_GB2312" w:eastAsia="仿宋_GB2312" w:cs="仿宋_GB2312"/>
          <w:sz w:val="24"/>
          <w:szCs w:val="24"/>
        </w:rPr>
        <w:t>+</w:t>
      </w:r>
      <w:r w:rsidRPr="00E444A2">
        <w:rPr>
          <w:rFonts w:ascii="仿宋_GB2312" w:eastAsia="仿宋_GB2312" w:cs="仿宋_GB2312" w:hint="eastAsia"/>
          <w:sz w:val="24"/>
          <w:szCs w:val="24"/>
        </w:rPr>
        <w:t>德育主任。</w:t>
      </w:r>
    </w:p>
    <w:sectPr w:rsidR="00AA7970" w:rsidRPr="00E444A2" w:rsidSect="007D746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970" w:rsidRDefault="00AA7970" w:rsidP="00DA1D4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7970" w:rsidRDefault="00AA7970" w:rsidP="00DA1D4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70" w:rsidRDefault="00AA797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970" w:rsidRDefault="00AA7970" w:rsidP="00DA1D4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7970" w:rsidRDefault="00AA7970" w:rsidP="00DA1D4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70" w:rsidRDefault="00AA7970" w:rsidP="00DA1D48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61B3"/>
    <w:rsid w:val="000734FE"/>
    <w:rsid w:val="001500D9"/>
    <w:rsid w:val="0027760A"/>
    <w:rsid w:val="004B782E"/>
    <w:rsid w:val="00560EDE"/>
    <w:rsid w:val="005B6E51"/>
    <w:rsid w:val="006C44BC"/>
    <w:rsid w:val="007A78C0"/>
    <w:rsid w:val="007D7466"/>
    <w:rsid w:val="008F61B3"/>
    <w:rsid w:val="00AA7970"/>
    <w:rsid w:val="00DA1D48"/>
    <w:rsid w:val="00E444A2"/>
    <w:rsid w:val="00F6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6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61B3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F61B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semiHidden/>
    <w:rsid w:val="00DA1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D4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A1D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1D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ijiaoke2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</Words>
  <Characters>142</Characters>
  <Application>Microsoft Office Outlook</Application>
  <DocSecurity>0</DocSecurity>
  <Lines>0</Lines>
  <Paragraphs>0</Paragraphs>
  <ScaleCrop>false</ScaleCrop>
  <Company>杨浦区教育局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中学德育主任联系表（2016</dc:title>
  <dc:subject/>
  <dc:creator>Administrator</dc:creator>
  <cp:keywords/>
  <dc:description/>
  <cp:lastModifiedBy>牛燕华</cp:lastModifiedBy>
  <cp:revision>2</cp:revision>
  <dcterms:created xsi:type="dcterms:W3CDTF">2016-11-23T07:38:00Z</dcterms:created>
  <dcterms:modified xsi:type="dcterms:W3CDTF">2016-11-23T07:38:00Z</dcterms:modified>
</cp:coreProperties>
</file>